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9FB" w:rsidRDefault="00350FDB" w:rsidP="00433A9A">
      <w:pPr>
        <w:pStyle w:val="Body"/>
        <w:spacing w:after="0"/>
        <w:rPr>
          <w:sz w:val="32"/>
        </w:rPr>
      </w:pPr>
      <w:r w:rsidRPr="00350FDB">
        <w:rPr>
          <w:rFonts w:ascii="Cambria" w:eastAsia="Times New Roman" w:hAnsi="Cambria" w:cs="Times New Roman"/>
          <w:b/>
          <w:bCs/>
          <w:noProof/>
          <w:sz w:val="96"/>
          <w:szCs w:val="80"/>
        </w:rPr>
        <w:drawing>
          <wp:anchor distT="0" distB="0" distL="114300" distR="114300" simplePos="0" relativeHeight="251659264" behindDoc="1" locked="0" layoutInCell="1" allowOverlap="1" wp14:anchorId="57C63C55" wp14:editId="6B05809D">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7149FB">
        <w:rPr>
          <w:b/>
          <w:sz w:val="32"/>
        </w:rPr>
        <w:t>Mexico City</w:t>
      </w:r>
      <w:r w:rsidR="00402167">
        <w:rPr>
          <w:sz w:val="32"/>
        </w:rPr>
        <w:t xml:space="preserve"> </w:t>
      </w:r>
    </w:p>
    <w:p w:rsidR="00350FDB" w:rsidRPr="00350FDB" w:rsidRDefault="007149FB" w:rsidP="00350FDB">
      <w:pPr>
        <w:pStyle w:val="Body"/>
        <w:rPr>
          <w:b/>
          <w:sz w:val="32"/>
        </w:rPr>
      </w:pPr>
      <w:r>
        <w:rPr>
          <w:sz w:val="32"/>
        </w:rPr>
        <w:t>Self-Paced</w:t>
      </w:r>
      <w:r w:rsidR="003E4110">
        <w:rPr>
          <w:sz w:val="32"/>
        </w:rPr>
        <w:t xml:space="preserve"> </w:t>
      </w:r>
      <w:r>
        <w:rPr>
          <w:sz w:val="32"/>
        </w:rPr>
        <w:t>Exercise</w:t>
      </w:r>
      <w:r w:rsidR="00350FDB" w:rsidRPr="00350FDB">
        <w:rPr>
          <w:b/>
          <w:sz w:val="32"/>
        </w:rPr>
        <w:t xml:space="preserve"> </w:t>
      </w:r>
    </w:p>
    <w:p w:rsidR="00350FDB" w:rsidRDefault="00350FDB" w:rsidP="00350FDB">
      <w:pPr>
        <w:pStyle w:val="Body"/>
        <w:rPr>
          <w:b/>
          <w:sz w:val="24"/>
        </w:rPr>
      </w:pPr>
    </w:p>
    <w:p w:rsidR="00350FDB" w:rsidRPr="007E50B4" w:rsidRDefault="00350FDB" w:rsidP="00350FDB">
      <w:pPr>
        <w:pStyle w:val="Body"/>
        <w:rPr>
          <w:b/>
          <w:sz w:val="24"/>
        </w:rPr>
      </w:pPr>
      <w:r w:rsidRPr="007E50B4">
        <w:rPr>
          <w:b/>
          <w:sz w:val="24"/>
        </w:rPr>
        <w:t>Questions for Students – Answer Key</w:t>
      </w:r>
    </w:p>
    <w:p w:rsidR="0018372D" w:rsidRPr="007E50B4" w:rsidRDefault="00AB3BC5" w:rsidP="00350FDB">
      <w:pPr>
        <w:pStyle w:val="Body"/>
        <w:rPr>
          <w:b/>
        </w:rPr>
      </w:pPr>
      <w:r w:rsidRPr="007E50B4">
        <w:rPr>
          <w:b/>
        </w:rPr>
        <w:t>What data are required to create a new setup and run an analysis?</w:t>
      </w:r>
    </w:p>
    <w:p w:rsidR="00AB3BC5" w:rsidRPr="007E50B4" w:rsidRDefault="00AB3BC5" w:rsidP="00350FDB">
      <w:pPr>
        <w:pStyle w:val="Body"/>
      </w:pPr>
      <w:r w:rsidRPr="007E50B4">
        <w:t xml:space="preserve">If the goal of your analysis is to examine only health impacts, you must load grid definitions, pollutants, air quality data (in either monitor or model form), incidence/prevalence rates, a population dataset, and at least one health impact function. If you would also like to examine economic impacts, you must load a variable dataset and a valuation function. </w:t>
      </w:r>
    </w:p>
    <w:p w:rsidR="001175D0" w:rsidRDefault="0045699E" w:rsidP="000B4A08">
      <w:pPr>
        <w:pStyle w:val="Body"/>
        <w:rPr>
          <w:b/>
        </w:rPr>
      </w:pPr>
      <w:r>
        <w:rPr>
          <w:b/>
        </w:rPr>
        <w:t xml:space="preserve">What is the relationship between the </w:t>
      </w:r>
      <w:proofErr w:type="spellStart"/>
      <w:r>
        <w:rPr>
          <w:b/>
        </w:rPr>
        <w:t>BenMAP</w:t>
      </w:r>
      <w:proofErr w:type="spellEnd"/>
      <w:r>
        <w:rPr>
          <w:b/>
        </w:rPr>
        <w:t xml:space="preserve"> data inputs and the grid definitions column/row index? </w:t>
      </w:r>
    </w:p>
    <w:p w:rsidR="0045699E" w:rsidRDefault="0045699E" w:rsidP="000B4A08">
      <w:pPr>
        <w:pStyle w:val="Body"/>
      </w:pPr>
      <w:r w:rsidRPr="0045699E">
        <w:t>All incidence rates and population data must be linked to a grid definition which matches the spatial scale of the data collected. Moreover, the column/row index links the specific input value to the polygon within the grid definition assigned to the incid</w:t>
      </w:r>
      <w:r>
        <w:t>ence or population dataset.</w:t>
      </w:r>
    </w:p>
    <w:p w:rsidR="000B4A08" w:rsidRPr="007E50B4" w:rsidRDefault="000B4A08" w:rsidP="000B4A08">
      <w:pPr>
        <w:pStyle w:val="Body"/>
        <w:rPr>
          <w:b/>
        </w:rPr>
      </w:pPr>
      <w:r w:rsidRPr="007E50B4">
        <w:rPr>
          <w:b/>
        </w:rPr>
        <w:t xml:space="preserve">What is the difference between a pollutant and a metric? </w:t>
      </w:r>
    </w:p>
    <w:p w:rsidR="00A06E91" w:rsidRPr="007E50B4" w:rsidRDefault="00A06E91" w:rsidP="00A06E91">
      <w:pPr>
        <w:rPr>
          <w:rFonts w:asciiTheme="majorHAnsi" w:hAnsiTheme="majorHAnsi"/>
        </w:rPr>
      </w:pPr>
      <w:r w:rsidRPr="007E50B4">
        <w:rPr>
          <w:rFonts w:asciiTheme="majorHAnsi" w:hAnsiTheme="majorHAnsi"/>
        </w:rPr>
        <w:t>A pollutant is the air-contaminating substance of interest in your analysis. In this case, the pollutant is PM</w:t>
      </w:r>
      <w:r w:rsidRPr="007E50B4">
        <w:rPr>
          <w:rFonts w:asciiTheme="majorHAnsi" w:hAnsiTheme="majorHAnsi"/>
          <w:vertAlign w:val="subscript"/>
        </w:rPr>
        <w:t>2.5.</w:t>
      </w:r>
      <w:r w:rsidRPr="007E50B4">
        <w:rPr>
          <w:rFonts w:asciiTheme="majorHAnsi" w:hAnsiTheme="majorHAnsi"/>
        </w:rPr>
        <w:t xml:space="preserve"> A metric expresses the time period over which air quality values are modeled or observed and how the value is calculated (e.g., mean, maximum, minimum). In </w:t>
      </w:r>
      <w:proofErr w:type="spellStart"/>
      <w:r w:rsidRPr="007E50B4">
        <w:rPr>
          <w:rFonts w:asciiTheme="majorHAnsi" w:hAnsiTheme="majorHAnsi"/>
        </w:rPr>
        <w:t>BenMAP</w:t>
      </w:r>
      <w:proofErr w:type="spellEnd"/>
      <w:r w:rsidRPr="007E50B4">
        <w:rPr>
          <w:rFonts w:asciiTheme="majorHAnsi" w:hAnsiTheme="majorHAnsi"/>
        </w:rPr>
        <w:t>-CE, the Metric field refers specifically to daily values calculated directly from daily observations, or through various mathematical calculations of hourly observations.</w:t>
      </w:r>
    </w:p>
    <w:p w:rsidR="00AB3BC5" w:rsidRPr="007E50B4" w:rsidRDefault="00AB3BC5" w:rsidP="00350FDB">
      <w:pPr>
        <w:pStyle w:val="Body"/>
        <w:rPr>
          <w:b/>
        </w:rPr>
      </w:pPr>
      <w:r w:rsidRPr="007E50B4">
        <w:rPr>
          <w:b/>
        </w:rPr>
        <w:t xml:space="preserve">What is the air quality metric for the </w:t>
      </w:r>
      <w:r w:rsidR="00E86D5E" w:rsidRPr="007E50B4">
        <w:rPr>
          <w:b/>
        </w:rPr>
        <w:t xml:space="preserve">Mexico </w:t>
      </w:r>
      <w:proofErr w:type="gramStart"/>
      <w:r w:rsidR="00E86D5E" w:rsidRPr="007E50B4">
        <w:rPr>
          <w:b/>
        </w:rPr>
        <w:t>City</w:t>
      </w:r>
      <w:r w:rsidRPr="007E50B4">
        <w:rPr>
          <w:b/>
        </w:rPr>
        <w:t xml:space="preserve"> </w:t>
      </w:r>
      <w:r w:rsidR="00E86D5E" w:rsidRPr="007E50B4">
        <w:rPr>
          <w:b/>
        </w:rPr>
        <w:t xml:space="preserve"> </w:t>
      </w:r>
      <w:r w:rsidRPr="007E50B4">
        <w:rPr>
          <w:b/>
        </w:rPr>
        <w:t>PM</w:t>
      </w:r>
      <w:r w:rsidR="007D67C2" w:rsidRPr="007E50B4">
        <w:rPr>
          <w:b/>
          <w:vertAlign w:val="subscript"/>
        </w:rPr>
        <w:t>2.5</w:t>
      </w:r>
      <w:proofErr w:type="gramEnd"/>
      <w:r w:rsidRPr="007E50B4">
        <w:rPr>
          <w:b/>
        </w:rPr>
        <w:t xml:space="preserve"> monitor data?</w:t>
      </w:r>
    </w:p>
    <w:p w:rsidR="00AB3BC5" w:rsidRPr="007E50B4" w:rsidRDefault="00AB3BC5" w:rsidP="00350FDB">
      <w:pPr>
        <w:pStyle w:val="Body"/>
      </w:pPr>
      <w:r w:rsidRPr="007E50B4">
        <w:t xml:space="preserve">The air quality metric </w:t>
      </w:r>
      <w:r w:rsidR="00E86D5E" w:rsidRPr="007E50B4">
        <w:t>for Mexico City</w:t>
      </w:r>
      <w:r w:rsidRPr="007E50B4">
        <w:t xml:space="preserve"> PM</w:t>
      </w:r>
      <w:r w:rsidR="007D67C2" w:rsidRPr="00864866">
        <w:rPr>
          <w:vertAlign w:val="subscript"/>
        </w:rPr>
        <w:t>2.5</w:t>
      </w:r>
      <w:r w:rsidRPr="007E50B4">
        <w:t xml:space="preserve"> monitor data is a daily average, here labeled “D24HourMean”. </w:t>
      </w:r>
    </w:p>
    <w:p w:rsidR="008E6E06" w:rsidRPr="007E50B4" w:rsidRDefault="008E6E06" w:rsidP="00350FDB">
      <w:pPr>
        <w:pStyle w:val="Body"/>
        <w:rPr>
          <w:b/>
          <w:noProof/>
        </w:rPr>
      </w:pPr>
      <w:r w:rsidRPr="007E50B4">
        <w:rPr>
          <w:b/>
          <w:noProof/>
        </w:rPr>
        <w:t xml:space="preserve">What health endpoints are included in the </w:t>
      </w:r>
      <w:r w:rsidR="00F6068D" w:rsidRPr="007E50B4">
        <w:rPr>
          <w:b/>
          <w:noProof/>
        </w:rPr>
        <w:t xml:space="preserve">Mexico City </w:t>
      </w:r>
      <w:r w:rsidR="007D67C2" w:rsidRPr="007E50B4">
        <w:rPr>
          <w:b/>
          <w:noProof/>
        </w:rPr>
        <w:t xml:space="preserve"> </w:t>
      </w:r>
      <w:r w:rsidRPr="007E50B4">
        <w:rPr>
          <w:b/>
          <w:noProof/>
        </w:rPr>
        <w:t>Incidence Rates?</w:t>
      </w:r>
    </w:p>
    <w:p w:rsidR="00350FDB" w:rsidRPr="007E50B4" w:rsidRDefault="008E6E06" w:rsidP="00350FDB">
      <w:pPr>
        <w:pStyle w:val="Body"/>
        <w:rPr>
          <w:b/>
        </w:rPr>
      </w:pPr>
      <w:r w:rsidRPr="007E50B4">
        <w:t>The</w:t>
      </w:r>
      <w:r w:rsidR="00F6068D" w:rsidRPr="007E50B4">
        <w:t xml:space="preserve"> health endpoints included in the Mexico City Incidence Rates are Mortality, All Cause, Mortality, Cerebrovascular Disease, Mortality, COPD, Mortality, Ischemic Heart Disease, and Mortality, Lung Cancer.</w:t>
      </w:r>
    </w:p>
    <w:p w:rsidR="00350FDB" w:rsidRPr="007E50B4" w:rsidRDefault="00350FDB" w:rsidP="00350FDB">
      <w:pPr>
        <w:pStyle w:val="Body"/>
        <w:rPr>
          <w:rFonts w:eastAsia="Times New Roman" w:cs="Times New Roman"/>
          <w:b/>
        </w:rPr>
      </w:pPr>
      <w:r w:rsidRPr="007E50B4">
        <w:rPr>
          <w:rFonts w:eastAsia="Times New Roman" w:cs="Times New Roman"/>
          <w:b/>
        </w:rPr>
        <w:t xml:space="preserve">What races are included in the </w:t>
      </w:r>
      <w:r w:rsidR="00F6068D" w:rsidRPr="007E50B4">
        <w:rPr>
          <w:rFonts w:eastAsia="Times New Roman" w:cs="Times New Roman"/>
          <w:b/>
        </w:rPr>
        <w:t>Mexico City</w:t>
      </w:r>
      <w:r w:rsidRPr="007E50B4">
        <w:rPr>
          <w:rFonts w:eastAsia="Times New Roman" w:cs="Times New Roman"/>
          <w:b/>
        </w:rPr>
        <w:t xml:space="preserve"> Population data? </w:t>
      </w:r>
    </w:p>
    <w:p w:rsidR="00350FDB" w:rsidRPr="007E50B4" w:rsidRDefault="00350FDB" w:rsidP="00350FDB">
      <w:pPr>
        <w:pStyle w:val="Body"/>
      </w:pPr>
      <w:r w:rsidRPr="007E50B4">
        <w:t xml:space="preserve">The </w:t>
      </w:r>
      <w:r w:rsidR="00E86D5E" w:rsidRPr="007E50B4">
        <w:t>Mexico City</w:t>
      </w:r>
      <w:r w:rsidRPr="007E50B4">
        <w:t xml:space="preserve"> population data used in this analysis is not broken down by race. All races are included. </w:t>
      </w:r>
    </w:p>
    <w:p w:rsidR="00350FDB" w:rsidRPr="007E50B4" w:rsidRDefault="00350FDB" w:rsidP="00161A65">
      <w:pPr>
        <w:pStyle w:val="Body"/>
        <w:keepNext/>
        <w:rPr>
          <w:b/>
        </w:rPr>
      </w:pPr>
      <w:r w:rsidRPr="007E50B4">
        <w:rPr>
          <w:rFonts w:eastAsia="Times New Roman" w:cs="Times New Roman"/>
          <w:b/>
          <w:bCs/>
        </w:rPr>
        <w:lastRenderedPageBreak/>
        <w:t xml:space="preserve">What are the health endpoints of the </w:t>
      </w:r>
      <w:proofErr w:type="spellStart"/>
      <w:r w:rsidR="000B4A08" w:rsidRPr="007E50B4">
        <w:rPr>
          <w:rFonts w:eastAsia="Times New Roman" w:cs="Times New Roman"/>
          <w:b/>
          <w:bCs/>
        </w:rPr>
        <w:t>Krewski</w:t>
      </w:r>
      <w:proofErr w:type="spellEnd"/>
      <w:r w:rsidR="000B4A08" w:rsidRPr="007E50B4">
        <w:rPr>
          <w:rFonts w:eastAsia="Times New Roman" w:cs="Times New Roman"/>
          <w:b/>
          <w:bCs/>
        </w:rPr>
        <w:t xml:space="preserve"> </w:t>
      </w:r>
      <w:r w:rsidRPr="007E50B4">
        <w:rPr>
          <w:rFonts w:eastAsia="Times New Roman" w:cs="Times New Roman"/>
          <w:b/>
          <w:bCs/>
        </w:rPr>
        <w:t>et al. health impact functions?</w:t>
      </w:r>
    </w:p>
    <w:p w:rsidR="008E6E06" w:rsidRDefault="00350FDB" w:rsidP="00350FDB">
      <w:pPr>
        <w:pStyle w:val="Body"/>
      </w:pPr>
      <w:r>
        <w:t xml:space="preserve">In this analysis, we </w:t>
      </w:r>
      <w:r w:rsidR="000B4A08">
        <w:t xml:space="preserve">uploaded the </w:t>
      </w:r>
      <w:proofErr w:type="spellStart"/>
      <w:r w:rsidR="000B4A08">
        <w:t>Krewski</w:t>
      </w:r>
      <w:proofErr w:type="spellEnd"/>
      <w:r w:rsidR="000B4A08">
        <w:t xml:space="preserve"> et al. functions with the endpoints Mortality, Ischemic Heart Disease, and Mortality, Lung Cancer via Excel file. We manually entered the </w:t>
      </w:r>
      <w:proofErr w:type="spellStart"/>
      <w:r w:rsidR="000B4A08">
        <w:t>Krewski</w:t>
      </w:r>
      <w:proofErr w:type="spellEnd"/>
      <w:r w:rsidR="000B4A08">
        <w:t xml:space="preserve"> et al. health impact function for Mortality, All Cause.</w:t>
      </w:r>
    </w:p>
    <w:p w:rsidR="00D87DEC" w:rsidRDefault="00D87DEC" w:rsidP="00D87DEC">
      <w:pPr>
        <w:pStyle w:val="Default"/>
        <w:spacing w:line="276" w:lineRule="auto"/>
        <w:rPr>
          <w:rFonts w:eastAsia="Times New Roman" w:cs="Times New Roman"/>
          <w:b/>
          <w:spacing w:val="1"/>
        </w:rPr>
      </w:pPr>
      <w:r w:rsidRPr="00262FD0">
        <w:rPr>
          <w:rFonts w:eastAsia="Times New Roman" w:cs="Times New Roman"/>
          <w:b/>
          <w:spacing w:val="1"/>
        </w:rPr>
        <w:t>What are the sources for the valuation</w:t>
      </w:r>
      <w:bookmarkStart w:id="0" w:name="_GoBack"/>
      <w:bookmarkEnd w:id="0"/>
      <w:r w:rsidRPr="00262FD0">
        <w:rPr>
          <w:rFonts w:eastAsia="Times New Roman" w:cs="Times New Roman"/>
          <w:b/>
          <w:spacing w:val="1"/>
        </w:rPr>
        <w:t xml:space="preserve"> estimates? Why is it necessary to adjust these estimates for use in</w:t>
      </w:r>
      <w:r>
        <w:rPr>
          <w:rFonts w:eastAsia="Times New Roman" w:cs="Times New Roman"/>
          <w:b/>
          <w:spacing w:val="1"/>
        </w:rPr>
        <w:t xml:space="preserve"> Mexico</w:t>
      </w:r>
      <w:r w:rsidRPr="00262FD0">
        <w:rPr>
          <w:rFonts w:eastAsia="Times New Roman" w:cs="Times New Roman"/>
          <w:b/>
          <w:spacing w:val="1"/>
        </w:rPr>
        <w:t>?</w:t>
      </w:r>
    </w:p>
    <w:p w:rsidR="00D87DEC" w:rsidRPr="00D87DEC" w:rsidRDefault="00D87DEC" w:rsidP="00D87DEC">
      <w:pPr>
        <w:pStyle w:val="Default"/>
        <w:spacing w:line="276" w:lineRule="auto"/>
        <w:rPr>
          <w:rFonts w:eastAsia="Times New Roman" w:cs="Times New Roman"/>
          <w:b/>
          <w:spacing w:val="1"/>
        </w:rPr>
      </w:pPr>
    </w:p>
    <w:p w:rsidR="00842515" w:rsidRDefault="00842515" w:rsidP="00842515">
      <w:pPr>
        <w:pStyle w:val="Body"/>
      </w:pPr>
      <w:r>
        <w:t xml:space="preserve">The first valuation function converts the U.S. EPA default mean VSL. The second valuation function converts a VSL estimate from the World Bank. We adjust these estimates for three reasons. First, we convert the VSL to be expressed in Mexican pesos rather than U.S. dollars. Second, the conversion accounts for </w:t>
      </w:r>
      <w:proofErr w:type="gramStart"/>
      <w:r>
        <w:t>inflation,</w:t>
      </w:r>
      <w:proofErr w:type="gramEnd"/>
      <w:r>
        <w:t xml:space="preserve"> or the general upward trend in prices over time. Finally, the VSL is converted to account for differences in income levels across countries and over time. Income has been shown to affect the value individuals place on mortality r</w:t>
      </w:r>
      <w:r w:rsidR="00D87DEC">
        <w:t>isk reductions (i.e., the VSL).</w:t>
      </w:r>
    </w:p>
    <w:p w:rsidR="00F6068D" w:rsidRPr="007A513B" w:rsidRDefault="00F6068D" w:rsidP="00F6068D">
      <w:pPr>
        <w:pStyle w:val="Body"/>
        <w:rPr>
          <w:b/>
          <w:bCs/>
        </w:rPr>
      </w:pPr>
      <w:r w:rsidRPr="007A513B">
        <w:rPr>
          <w:b/>
          <w:bCs/>
        </w:rPr>
        <w:t xml:space="preserve">What is the economic value for the benefits of the </w:t>
      </w:r>
      <w:r>
        <w:rPr>
          <w:b/>
          <w:bCs/>
        </w:rPr>
        <w:t>incremental rollback and the rollback to standard that the Mexican</w:t>
      </w:r>
      <w:r w:rsidRPr="007A513B">
        <w:rPr>
          <w:b/>
          <w:bCs/>
        </w:rPr>
        <w:t xml:space="preserve"> government is considering? </w:t>
      </w:r>
    </w:p>
    <w:p w:rsidR="00B33669" w:rsidRPr="000B4A08" w:rsidRDefault="00B33669" w:rsidP="000B4A08">
      <w:pPr>
        <w:rPr>
          <w:rFonts w:asciiTheme="majorHAnsi" w:eastAsiaTheme="majorEastAsia" w:hAnsiTheme="majorHAnsi" w:cstheme="majorBidi"/>
          <w:bCs/>
        </w:rPr>
      </w:pPr>
      <w:r>
        <w:rPr>
          <w:rFonts w:asciiTheme="majorHAnsi" w:eastAsiaTheme="majorEastAsia" w:hAnsiTheme="majorHAnsi" w:cstheme="majorBidi"/>
          <w:bCs/>
        </w:rPr>
        <w:t>The fi</w:t>
      </w:r>
      <w:r w:rsidR="00F6068D">
        <w:rPr>
          <w:rFonts w:asciiTheme="majorHAnsi" w:eastAsiaTheme="majorEastAsia" w:hAnsiTheme="majorHAnsi" w:cstheme="majorBidi"/>
          <w:bCs/>
        </w:rPr>
        <w:t xml:space="preserve">nal valuation point estimate for the 5 </w:t>
      </w:r>
      <w:proofErr w:type="spellStart"/>
      <w:r w:rsidR="00F6068D">
        <w:rPr>
          <w:rFonts w:asciiTheme="majorHAnsi" w:eastAsiaTheme="majorEastAsia" w:hAnsiTheme="majorHAnsi" w:cstheme="majorBidi"/>
          <w:bCs/>
        </w:rPr>
        <w:t>ug</w:t>
      </w:r>
      <w:proofErr w:type="spellEnd"/>
      <w:r w:rsidR="00F6068D">
        <w:rPr>
          <w:rFonts w:asciiTheme="majorHAnsi" w:eastAsiaTheme="majorEastAsia" w:hAnsiTheme="majorHAnsi" w:cstheme="majorBidi"/>
          <w:bCs/>
        </w:rPr>
        <w:t>/m</w:t>
      </w:r>
      <w:r w:rsidR="00F6068D" w:rsidRPr="00864866">
        <w:rPr>
          <w:rFonts w:asciiTheme="majorHAnsi" w:eastAsiaTheme="majorEastAsia" w:hAnsiTheme="majorHAnsi" w:cstheme="majorBidi"/>
          <w:bCs/>
          <w:vertAlign w:val="superscript"/>
        </w:rPr>
        <w:t>3</w:t>
      </w:r>
      <w:r w:rsidR="00F6068D">
        <w:rPr>
          <w:rFonts w:asciiTheme="majorHAnsi" w:eastAsiaTheme="majorEastAsia" w:hAnsiTheme="majorHAnsi" w:cstheme="majorBidi"/>
          <w:bCs/>
        </w:rPr>
        <w:t xml:space="preserve"> increment</w:t>
      </w:r>
      <w:r w:rsidR="007E50B4">
        <w:rPr>
          <w:rFonts w:asciiTheme="majorHAnsi" w:eastAsiaTheme="majorEastAsia" w:hAnsiTheme="majorHAnsi" w:cstheme="majorBidi"/>
          <w:bCs/>
        </w:rPr>
        <w:t xml:space="preserve">al reduction is </w:t>
      </w:r>
      <w:r w:rsidR="00935DCA">
        <w:rPr>
          <w:rFonts w:asciiTheme="majorHAnsi" w:eastAsiaTheme="majorEastAsia" w:hAnsiTheme="majorHAnsi" w:cstheme="majorBidi"/>
          <w:bCs/>
        </w:rPr>
        <w:t>179</w:t>
      </w:r>
      <w:r w:rsidR="00864866">
        <w:rPr>
          <w:rFonts w:asciiTheme="majorHAnsi" w:eastAsiaTheme="majorEastAsia" w:hAnsiTheme="majorHAnsi" w:cstheme="majorBidi"/>
          <w:bCs/>
        </w:rPr>
        <w:t xml:space="preserve"> billion</w:t>
      </w:r>
      <w:r w:rsidR="007E50B4">
        <w:rPr>
          <w:rFonts w:asciiTheme="majorHAnsi" w:eastAsiaTheme="majorEastAsia" w:hAnsiTheme="majorHAnsi" w:cstheme="majorBidi"/>
          <w:bCs/>
        </w:rPr>
        <w:t xml:space="preserve"> Mexican pesos</w:t>
      </w:r>
      <w:r w:rsidR="00F6068D">
        <w:rPr>
          <w:rFonts w:asciiTheme="majorHAnsi" w:eastAsiaTheme="majorEastAsia" w:hAnsiTheme="majorHAnsi" w:cstheme="majorBidi"/>
          <w:bCs/>
        </w:rPr>
        <w:t xml:space="preserve">. For the rollback to a standard </w:t>
      </w:r>
      <w:proofErr w:type="gramStart"/>
      <w:r w:rsidR="00F6068D">
        <w:rPr>
          <w:rFonts w:asciiTheme="majorHAnsi" w:eastAsiaTheme="majorEastAsia" w:hAnsiTheme="majorHAnsi" w:cstheme="majorBidi"/>
          <w:bCs/>
        </w:rPr>
        <w:t xml:space="preserve">of 15 </w:t>
      </w:r>
      <w:proofErr w:type="spellStart"/>
      <w:r w:rsidR="00F6068D">
        <w:rPr>
          <w:rFonts w:asciiTheme="majorHAnsi" w:eastAsiaTheme="majorEastAsia" w:hAnsiTheme="majorHAnsi" w:cstheme="majorBidi"/>
          <w:bCs/>
        </w:rPr>
        <w:t>ug</w:t>
      </w:r>
      <w:proofErr w:type="spellEnd"/>
      <w:r w:rsidR="00F6068D">
        <w:rPr>
          <w:rFonts w:asciiTheme="majorHAnsi" w:eastAsiaTheme="majorEastAsia" w:hAnsiTheme="majorHAnsi" w:cstheme="majorBidi"/>
          <w:bCs/>
        </w:rPr>
        <w:t>/m</w:t>
      </w:r>
      <w:r w:rsidR="00864866" w:rsidRPr="00864866">
        <w:rPr>
          <w:rFonts w:asciiTheme="majorHAnsi" w:eastAsiaTheme="majorEastAsia" w:hAnsiTheme="majorHAnsi" w:cstheme="majorBidi"/>
          <w:bCs/>
          <w:vertAlign w:val="superscript"/>
        </w:rPr>
        <w:t>3</w:t>
      </w:r>
      <w:r w:rsidR="00F6068D">
        <w:rPr>
          <w:rFonts w:asciiTheme="majorHAnsi" w:eastAsiaTheme="majorEastAsia" w:hAnsiTheme="majorHAnsi" w:cstheme="majorBidi"/>
          <w:bCs/>
        </w:rPr>
        <w:t>,</w:t>
      </w:r>
      <w:proofErr w:type="gramEnd"/>
      <w:r w:rsidR="00F6068D">
        <w:rPr>
          <w:rFonts w:asciiTheme="majorHAnsi" w:eastAsiaTheme="majorEastAsia" w:hAnsiTheme="majorHAnsi" w:cstheme="majorBidi"/>
          <w:bCs/>
        </w:rPr>
        <w:t xml:space="preserve"> t</w:t>
      </w:r>
      <w:r w:rsidR="007E50B4">
        <w:rPr>
          <w:rFonts w:asciiTheme="majorHAnsi" w:eastAsiaTheme="majorEastAsia" w:hAnsiTheme="majorHAnsi" w:cstheme="majorBidi"/>
          <w:bCs/>
        </w:rPr>
        <w:t xml:space="preserve">he valuation point estimate is </w:t>
      </w:r>
      <w:r w:rsidR="00272281">
        <w:rPr>
          <w:rFonts w:asciiTheme="majorHAnsi" w:eastAsiaTheme="majorEastAsia" w:hAnsiTheme="majorHAnsi" w:cstheme="majorBidi"/>
          <w:bCs/>
        </w:rPr>
        <w:t xml:space="preserve">539 </w:t>
      </w:r>
      <w:r w:rsidR="00864866">
        <w:rPr>
          <w:rFonts w:asciiTheme="majorHAnsi" w:eastAsiaTheme="majorEastAsia" w:hAnsiTheme="majorHAnsi" w:cstheme="majorBidi"/>
          <w:bCs/>
        </w:rPr>
        <w:t>billion</w:t>
      </w:r>
      <w:r w:rsidR="007E50B4">
        <w:rPr>
          <w:rFonts w:asciiTheme="majorHAnsi" w:eastAsiaTheme="majorEastAsia" w:hAnsiTheme="majorHAnsi" w:cstheme="majorBidi"/>
          <w:bCs/>
        </w:rPr>
        <w:t xml:space="preserve"> Mexican pesos</w:t>
      </w:r>
      <w:r w:rsidR="00F6068D">
        <w:rPr>
          <w:rFonts w:asciiTheme="majorHAnsi" w:eastAsiaTheme="majorEastAsia" w:hAnsiTheme="majorHAnsi" w:cstheme="majorBidi"/>
          <w:bCs/>
        </w:rPr>
        <w:t xml:space="preserve">. </w:t>
      </w:r>
    </w:p>
    <w:p w:rsidR="00F6068D" w:rsidRPr="007A513B" w:rsidRDefault="00F6068D" w:rsidP="00F6068D">
      <w:pPr>
        <w:pStyle w:val="Body"/>
        <w:rPr>
          <w:rFonts w:cstheme="minorBidi"/>
          <w:b/>
          <w:noProof/>
          <w:sz w:val="28"/>
          <w:szCs w:val="28"/>
        </w:rPr>
      </w:pPr>
      <w:r w:rsidRPr="007A513B">
        <w:rPr>
          <w:b/>
          <w:noProof/>
        </w:rPr>
        <w:t xml:space="preserve">Based on the analysis you performed, what would your final policy recommendation be to </w:t>
      </w:r>
      <w:r w:rsidRPr="002A47A8">
        <w:rPr>
          <w:b/>
          <w:noProof/>
        </w:rPr>
        <w:t>the Mexican government as to whether</w:t>
      </w:r>
      <w:r w:rsidRPr="007A513B">
        <w:rPr>
          <w:b/>
          <w:noProof/>
        </w:rPr>
        <w:t xml:space="preserve"> they should implement </w:t>
      </w:r>
      <w:r>
        <w:rPr>
          <w:b/>
          <w:noProof/>
        </w:rPr>
        <w:t>the incremental rollback or rollback to a standard</w:t>
      </w:r>
      <w:r w:rsidRPr="007A513B">
        <w:rPr>
          <w:b/>
          <w:noProof/>
        </w:rPr>
        <w:t xml:space="preserve">? What information makes you support this recommendation? </w:t>
      </w:r>
    </w:p>
    <w:p w:rsidR="000B4A08" w:rsidRDefault="00391764" w:rsidP="00350FDB">
      <w:pPr>
        <w:pStyle w:val="Body"/>
      </w:pPr>
      <w:r>
        <w:t xml:space="preserve">The government should implement a rollback to a standard of 15 </w:t>
      </w:r>
      <w:proofErr w:type="spellStart"/>
      <w:r>
        <w:t>ug</w:t>
      </w:r>
      <w:proofErr w:type="spellEnd"/>
      <w:r>
        <w:t>/m</w:t>
      </w:r>
      <w:r w:rsidRPr="00864866">
        <w:rPr>
          <w:vertAlign w:val="superscript"/>
        </w:rPr>
        <w:t>3</w:t>
      </w:r>
      <w:r>
        <w:t xml:space="preserve">, rather than an incremental reduction of 5 </w:t>
      </w:r>
      <w:proofErr w:type="spellStart"/>
      <w:r>
        <w:t>ug</w:t>
      </w:r>
      <w:proofErr w:type="spellEnd"/>
      <w:r>
        <w:t>/m</w:t>
      </w:r>
      <w:r w:rsidRPr="00864866">
        <w:rPr>
          <w:vertAlign w:val="superscript"/>
        </w:rPr>
        <w:t>3</w:t>
      </w:r>
      <w:r>
        <w:t>, because there will be a greater, positive health impact on</w:t>
      </w:r>
      <w:r w:rsidR="005F3073">
        <w:t xml:space="preserve"> the population with the 15 </w:t>
      </w:r>
      <w:proofErr w:type="spellStart"/>
      <w:r w:rsidR="005F3073">
        <w:t>ug</w:t>
      </w:r>
      <w:proofErr w:type="spellEnd"/>
      <w:r w:rsidR="005F3073">
        <w:t>/m</w:t>
      </w:r>
      <w:r w:rsidR="005F3073" w:rsidRPr="00864866">
        <w:rPr>
          <w:vertAlign w:val="superscript"/>
        </w:rPr>
        <w:t>3</w:t>
      </w:r>
      <w:r w:rsidR="007E50B4">
        <w:t xml:space="preserve"> standard</w:t>
      </w:r>
      <w:r w:rsidR="005F3073">
        <w:t xml:space="preserve">. This standard will reduce more premature deaths as compared with the 5 </w:t>
      </w:r>
      <w:proofErr w:type="spellStart"/>
      <w:r w:rsidR="005F3073">
        <w:t>ug</w:t>
      </w:r>
      <w:proofErr w:type="spellEnd"/>
      <w:r w:rsidR="005F3073">
        <w:t>/m</w:t>
      </w:r>
      <w:r w:rsidR="005F3073" w:rsidRPr="00864866">
        <w:rPr>
          <w:vertAlign w:val="superscript"/>
        </w:rPr>
        <w:t>3</w:t>
      </w:r>
      <w:r w:rsidR="000B1377">
        <w:t xml:space="preserve"> incremental reduction.</w:t>
      </w:r>
    </w:p>
    <w:sectPr w:rsidR="000B4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052810"/>
    <w:rsid w:val="000B1377"/>
    <w:rsid w:val="000B4A08"/>
    <w:rsid w:val="001175D0"/>
    <w:rsid w:val="00161A65"/>
    <w:rsid w:val="0016423A"/>
    <w:rsid w:val="0018372D"/>
    <w:rsid w:val="00272281"/>
    <w:rsid w:val="002C36DC"/>
    <w:rsid w:val="00345A8C"/>
    <w:rsid w:val="00350FDB"/>
    <w:rsid w:val="00391764"/>
    <w:rsid w:val="003E4110"/>
    <w:rsid w:val="00402167"/>
    <w:rsid w:val="00406E02"/>
    <w:rsid w:val="00433A9A"/>
    <w:rsid w:val="004442B7"/>
    <w:rsid w:val="0045699E"/>
    <w:rsid w:val="00553039"/>
    <w:rsid w:val="005F3073"/>
    <w:rsid w:val="006E51F0"/>
    <w:rsid w:val="007149FB"/>
    <w:rsid w:val="007C132F"/>
    <w:rsid w:val="007D67C2"/>
    <w:rsid w:val="007E50B4"/>
    <w:rsid w:val="00842515"/>
    <w:rsid w:val="00854EDA"/>
    <w:rsid w:val="00864866"/>
    <w:rsid w:val="008D377E"/>
    <w:rsid w:val="008E6E06"/>
    <w:rsid w:val="00910A18"/>
    <w:rsid w:val="00935DCA"/>
    <w:rsid w:val="00A06E91"/>
    <w:rsid w:val="00AB3BC5"/>
    <w:rsid w:val="00B33669"/>
    <w:rsid w:val="00BF1BDB"/>
    <w:rsid w:val="00D04FA4"/>
    <w:rsid w:val="00D87DEC"/>
    <w:rsid w:val="00E86D5E"/>
    <w:rsid w:val="00F6068D"/>
    <w:rsid w:val="00F87436"/>
    <w:rsid w:val="00F950AB"/>
    <w:rsid w:val="00F97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customStyle="1" w:styleId="Default">
    <w:name w:val="Default"/>
    <w:rsid w:val="00D87DEC"/>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customStyle="1" w:styleId="Default">
    <w:name w:val="Default"/>
    <w:rsid w:val="00D87DE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8496">
      <w:bodyDiv w:val="1"/>
      <w:marLeft w:val="0"/>
      <w:marRight w:val="0"/>
      <w:marTop w:val="0"/>
      <w:marBottom w:val="0"/>
      <w:divBdr>
        <w:top w:val="none" w:sz="0" w:space="0" w:color="auto"/>
        <w:left w:val="none" w:sz="0" w:space="0" w:color="auto"/>
        <w:bottom w:val="none" w:sz="0" w:space="0" w:color="auto"/>
        <w:right w:val="none" w:sz="0" w:space="0" w:color="auto"/>
      </w:divBdr>
    </w:div>
    <w:div w:id="1092776017">
      <w:bodyDiv w:val="1"/>
      <w:marLeft w:val="0"/>
      <w:marRight w:val="0"/>
      <w:marTop w:val="0"/>
      <w:marBottom w:val="0"/>
      <w:divBdr>
        <w:top w:val="none" w:sz="0" w:space="0" w:color="auto"/>
        <w:left w:val="none" w:sz="0" w:space="0" w:color="auto"/>
        <w:bottom w:val="none" w:sz="0" w:space="0" w:color="auto"/>
        <w:right w:val="none" w:sz="0" w:space="0" w:color="auto"/>
      </w:divBdr>
    </w:div>
    <w:div w:id="134859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D11733-8CE1-4210-9B6A-9B7A74BA3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6DF9C417</Template>
  <TotalTime>1</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William Raich</cp:lastModifiedBy>
  <cp:revision>3</cp:revision>
  <dcterms:created xsi:type="dcterms:W3CDTF">2018-10-22T17:57:00Z</dcterms:created>
  <dcterms:modified xsi:type="dcterms:W3CDTF">2019-02-13T18:22:00Z</dcterms:modified>
</cp:coreProperties>
</file>